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DDB1D87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>Výzvy k podání nabídky č.</w:t>
      </w:r>
      <w:r w:rsidR="00C95BA0">
        <w:rPr>
          <w:lang w:eastAsia="cs-CZ"/>
        </w:rPr>
        <w:t xml:space="preserve"> </w:t>
      </w:r>
      <w:r w:rsidR="00834A4A">
        <w:rPr>
          <w:lang w:eastAsia="cs-CZ"/>
        </w:rPr>
        <w:t xml:space="preserve">j.: </w:t>
      </w:r>
      <w:r w:rsidR="000E0AC4">
        <w:rPr>
          <w:lang w:eastAsia="cs-CZ"/>
        </w:rPr>
        <w:t>10</w:t>
      </w:r>
      <w:r w:rsidR="00F813D5">
        <w:rPr>
          <w:lang w:eastAsia="cs-CZ"/>
        </w:rPr>
        <w:t>7770</w:t>
      </w:r>
      <w:r w:rsidR="00ED50B3">
        <w:rPr>
          <w:lang w:eastAsia="cs-CZ"/>
        </w:rPr>
        <w:t>/202</w:t>
      </w:r>
      <w:r w:rsidR="008C7E89">
        <w:rPr>
          <w:lang w:eastAsia="cs-CZ"/>
        </w:rPr>
        <w:t>5</w:t>
      </w:r>
      <w:r w:rsidR="00ED50B3">
        <w:rPr>
          <w:lang w:eastAsia="cs-CZ"/>
        </w:rPr>
        <w:t>-SŽ-GŘ-O</w:t>
      </w:r>
      <w:r w:rsidR="000E0AC4">
        <w:rPr>
          <w:lang w:eastAsia="cs-CZ"/>
        </w:rPr>
        <w:t>25</w:t>
      </w:r>
      <w:r w:rsidR="00ED50B3">
        <w:rPr>
          <w:lang w:eastAsia="cs-CZ"/>
        </w:rPr>
        <w:t xml:space="preserve">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03C575B6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0E0AC4">
        <w:rPr>
          <w:rFonts w:eastAsia="Times New Roman" w:cs="Times New Roman"/>
          <w:b/>
          <w:lang w:eastAsia="cs-CZ"/>
        </w:rPr>
        <w:t>5</w:t>
      </w:r>
      <w:r w:rsidR="00F813D5">
        <w:rPr>
          <w:rFonts w:eastAsia="Times New Roman" w:cs="Times New Roman"/>
          <w:b/>
          <w:lang w:eastAsia="cs-CZ"/>
        </w:rPr>
        <w:t>3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>č.</w:t>
      </w:r>
      <w:r w:rsidR="00C95BA0">
        <w:rPr>
          <w:rFonts w:eastAsia="Times New Roman" w:cs="Times New Roman"/>
          <w:lang w:eastAsia="cs-CZ"/>
        </w:rPr>
        <w:t xml:space="preserve"> </w:t>
      </w:r>
      <w:r w:rsidR="00834A4A" w:rsidRPr="00200444">
        <w:rPr>
          <w:rFonts w:eastAsia="Times New Roman" w:cs="Times New Roman"/>
          <w:lang w:eastAsia="cs-CZ"/>
        </w:rPr>
        <w:t xml:space="preserve">j. </w:t>
      </w:r>
      <w:r w:rsidR="000E0AC4">
        <w:rPr>
          <w:rFonts w:eastAsia="Times New Roman" w:cs="Times New Roman"/>
          <w:lang w:eastAsia="cs-CZ"/>
        </w:rPr>
        <w:t>10</w:t>
      </w:r>
      <w:r w:rsidR="00F813D5">
        <w:rPr>
          <w:rFonts w:eastAsia="Times New Roman" w:cs="Times New Roman"/>
          <w:lang w:eastAsia="cs-CZ"/>
        </w:rPr>
        <w:t>7770</w:t>
      </w:r>
      <w:r w:rsidR="00834A4A">
        <w:rPr>
          <w:rFonts w:eastAsia="Times New Roman" w:cs="Times New Roman"/>
          <w:lang w:eastAsia="cs-CZ"/>
        </w:rPr>
        <w:t>/202</w:t>
      </w:r>
      <w:r w:rsidR="008C7E89">
        <w:rPr>
          <w:rFonts w:eastAsia="Times New Roman" w:cs="Times New Roman"/>
          <w:lang w:eastAsia="cs-CZ"/>
        </w:rPr>
        <w:t>5</w:t>
      </w:r>
      <w:r w:rsidR="00834A4A" w:rsidRPr="00200444">
        <w:rPr>
          <w:rFonts w:eastAsia="Times New Roman" w:cs="Times New Roman"/>
          <w:lang w:eastAsia="cs-CZ"/>
        </w:rPr>
        <w:t>-SŽ-GŘ-O</w:t>
      </w:r>
      <w:r w:rsidR="002D551C">
        <w:rPr>
          <w:rFonts w:eastAsia="Times New Roman" w:cs="Times New Roman"/>
          <w:lang w:eastAsia="cs-CZ"/>
        </w:rPr>
        <w:t>25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22CA91FA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C95BA0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D7B2D" w14:textId="77777777" w:rsidR="00CA51C2" w:rsidRDefault="00CA51C2" w:rsidP="00962258">
      <w:pPr>
        <w:spacing w:after="0" w:line="240" w:lineRule="auto"/>
      </w:pPr>
      <w:r>
        <w:separator/>
      </w:r>
    </w:p>
  </w:endnote>
  <w:endnote w:type="continuationSeparator" w:id="0">
    <w:p w14:paraId="4F914EAF" w14:textId="77777777" w:rsidR="00CA51C2" w:rsidRDefault="00CA51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6FBBE9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5B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5B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52E619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5B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5B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EA174" w14:textId="77777777" w:rsidR="00CA51C2" w:rsidRDefault="00CA51C2" w:rsidP="00962258">
      <w:pPr>
        <w:spacing w:after="0" w:line="240" w:lineRule="auto"/>
      </w:pPr>
      <w:r>
        <w:separator/>
      </w:r>
    </w:p>
  </w:footnote>
  <w:footnote w:type="continuationSeparator" w:id="0">
    <w:p w14:paraId="748BAA58" w14:textId="77777777" w:rsidR="00CA51C2" w:rsidRDefault="00CA51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58904251">
    <w:abstractNumId w:val="2"/>
  </w:num>
  <w:num w:numId="2" w16cid:durableId="1701517055">
    <w:abstractNumId w:val="1"/>
  </w:num>
  <w:num w:numId="3" w16cid:durableId="3248236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2248650">
    <w:abstractNumId w:val="7"/>
  </w:num>
  <w:num w:numId="5" w16cid:durableId="910039831">
    <w:abstractNumId w:val="3"/>
  </w:num>
  <w:num w:numId="6" w16cid:durableId="630138617">
    <w:abstractNumId w:val="4"/>
  </w:num>
  <w:num w:numId="7" w16cid:durableId="1414929955">
    <w:abstractNumId w:val="0"/>
  </w:num>
  <w:num w:numId="8" w16cid:durableId="1111239459">
    <w:abstractNumId w:val="5"/>
  </w:num>
  <w:num w:numId="9" w16cid:durableId="313797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6498264">
    <w:abstractNumId w:val="4"/>
  </w:num>
  <w:num w:numId="11" w16cid:durableId="1938949800">
    <w:abstractNumId w:val="1"/>
  </w:num>
  <w:num w:numId="12" w16cid:durableId="1580286419">
    <w:abstractNumId w:val="4"/>
  </w:num>
  <w:num w:numId="13" w16cid:durableId="1012803689">
    <w:abstractNumId w:val="4"/>
  </w:num>
  <w:num w:numId="14" w16cid:durableId="1483034826">
    <w:abstractNumId w:val="4"/>
  </w:num>
  <w:num w:numId="15" w16cid:durableId="1716463446">
    <w:abstractNumId w:val="4"/>
  </w:num>
  <w:num w:numId="16" w16cid:durableId="1579828381">
    <w:abstractNumId w:val="8"/>
  </w:num>
  <w:num w:numId="17" w16cid:durableId="1486511499">
    <w:abstractNumId w:val="2"/>
  </w:num>
  <w:num w:numId="18" w16cid:durableId="1409574411">
    <w:abstractNumId w:val="8"/>
  </w:num>
  <w:num w:numId="19" w16cid:durableId="2087721604">
    <w:abstractNumId w:val="8"/>
  </w:num>
  <w:num w:numId="20" w16cid:durableId="247545246">
    <w:abstractNumId w:val="8"/>
  </w:num>
  <w:num w:numId="21" w16cid:durableId="1828279591">
    <w:abstractNumId w:val="8"/>
  </w:num>
  <w:num w:numId="22" w16cid:durableId="1479881743">
    <w:abstractNumId w:val="4"/>
  </w:num>
  <w:num w:numId="23" w16cid:durableId="1358892463">
    <w:abstractNumId w:val="1"/>
  </w:num>
  <w:num w:numId="24" w16cid:durableId="1261255437">
    <w:abstractNumId w:val="4"/>
  </w:num>
  <w:num w:numId="25" w16cid:durableId="1775788613">
    <w:abstractNumId w:val="4"/>
  </w:num>
  <w:num w:numId="26" w16cid:durableId="451478174">
    <w:abstractNumId w:val="4"/>
  </w:num>
  <w:num w:numId="27" w16cid:durableId="339545122">
    <w:abstractNumId w:val="4"/>
  </w:num>
  <w:num w:numId="28" w16cid:durableId="1706522155">
    <w:abstractNumId w:val="8"/>
  </w:num>
  <w:num w:numId="29" w16cid:durableId="1767531244">
    <w:abstractNumId w:val="2"/>
  </w:num>
  <w:num w:numId="30" w16cid:durableId="939026374">
    <w:abstractNumId w:val="8"/>
  </w:num>
  <w:num w:numId="31" w16cid:durableId="744568177">
    <w:abstractNumId w:val="8"/>
  </w:num>
  <w:num w:numId="32" w16cid:durableId="730616287">
    <w:abstractNumId w:val="8"/>
  </w:num>
  <w:num w:numId="33" w16cid:durableId="38904321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0AC4"/>
    <w:rsid w:val="000E23A7"/>
    <w:rsid w:val="00103E96"/>
    <w:rsid w:val="001046AF"/>
    <w:rsid w:val="0010693F"/>
    <w:rsid w:val="00114472"/>
    <w:rsid w:val="00150A28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201"/>
    <w:rsid w:val="002C4EF1"/>
    <w:rsid w:val="002D08B1"/>
    <w:rsid w:val="002D21D5"/>
    <w:rsid w:val="002D2C28"/>
    <w:rsid w:val="002D551C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3AA0"/>
    <w:rsid w:val="00486107"/>
    <w:rsid w:val="00491827"/>
    <w:rsid w:val="004B348C"/>
    <w:rsid w:val="004B4202"/>
    <w:rsid w:val="004B5D35"/>
    <w:rsid w:val="004C2F81"/>
    <w:rsid w:val="004C4399"/>
    <w:rsid w:val="004C562A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080E"/>
    <w:rsid w:val="008145D7"/>
    <w:rsid w:val="00815BEF"/>
    <w:rsid w:val="00817E48"/>
    <w:rsid w:val="0083195C"/>
    <w:rsid w:val="00834A4A"/>
    <w:rsid w:val="00840426"/>
    <w:rsid w:val="008659F3"/>
    <w:rsid w:val="00874674"/>
    <w:rsid w:val="00882EA1"/>
    <w:rsid w:val="00886D4B"/>
    <w:rsid w:val="00895406"/>
    <w:rsid w:val="008A3381"/>
    <w:rsid w:val="008A3568"/>
    <w:rsid w:val="008A5140"/>
    <w:rsid w:val="008C7E89"/>
    <w:rsid w:val="008D03B9"/>
    <w:rsid w:val="008D6B46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25B5B"/>
    <w:rsid w:val="00936091"/>
    <w:rsid w:val="00940D8A"/>
    <w:rsid w:val="00956682"/>
    <w:rsid w:val="00962258"/>
    <w:rsid w:val="009678B7"/>
    <w:rsid w:val="009833E1"/>
    <w:rsid w:val="00992D9C"/>
    <w:rsid w:val="00996CB8"/>
    <w:rsid w:val="009B14A9"/>
    <w:rsid w:val="009B2E97"/>
    <w:rsid w:val="009B3463"/>
    <w:rsid w:val="009E07F4"/>
    <w:rsid w:val="009F392E"/>
    <w:rsid w:val="00A07BE5"/>
    <w:rsid w:val="00A236F5"/>
    <w:rsid w:val="00A40434"/>
    <w:rsid w:val="00A41D2E"/>
    <w:rsid w:val="00A4284D"/>
    <w:rsid w:val="00A42FFB"/>
    <w:rsid w:val="00A6177B"/>
    <w:rsid w:val="00A62617"/>
    <w:rsid w:val="00A66136"/>
    <w:rsid w:val="00A751D6"/>
    <w:rsid w:val="00AA4CBB"/>
    <w:rsid w:val="00AA65FA"/>
    <w:rsid w:val="00AA7351"/>
    <w:rsid w:val="00AD056F"/>
    <w:rsid w:val="00AD6731"/>
    <w:rsid w:val="00B15D0D"/>
    <w:rsid w:val="00B67E18"/>
    <w:rsid w:val="00B75A17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86C1E"/>
    <w:rsid w:val="00C93F41"/>
    <w:rsid w:val="00C95BA0"/>
    <w:rsid w:val="00CA51C2"/>
    <w:rsid w:val="00CA7C21"/>
    <w:rsid w:val="00CD1FC4"/>
    <w:rsid w:val="00D109BA"/>
    <w:rsid w:val="00D21061"/>
    <w:rsid w:val="00D257F3"/>
    <w:rsid w:val="00D4108E"/>
    <w:rsid w:val="00D6163D"/>
    <w:rsid w:val="00D73D46"/>
    <w:rsid w:val="00D8023F"/>
    <w:rsid w:val="00D81089"/>
    <w:rsid w:val="00D831A3"/>
    <w:rsid w:val="00D92804"/>
    <w:rsid w:val="00DC75F3"/>
    <w:rsid w:val="00DD46F3"/>
    <w:rsid w:val="00DE56F2"/>
    <w:rsid w:val="00DF09FD"/>
    <w:rsid w:val="00DF116D"/>
    <w:rsid w:val="00E36C4A"/>
    <w:rsid w:val="00E37EF4"/>
    <w:rsid w:val="00EA60F4"/>
    <w:rsid w:val="00EB104F"/>
    <w:rsid w:val="00ED14BD"/>
    <w:rsid w:val="00ED50B3"/>
    <w:rsid w:val="00EE4381"/>
    <w:rsid w:val="00EE53F5"/>
    <w:rsid w:val="00F0379D"/>
    <w:rsid w:val="00F0533E"/>
    <w:rsid w:val="00F071DC"/>
    <w:rsid w:val="00F1048D"/>
    <w:rsid w:val="00F12DEC"/>
    <w:rsid w:val="00F1715C"/>
    <w:rsid w:val="00F310F8"/>
    <w:rsid w:val="00F34640"/>
    <w:rsid w:val="00F355CF"/>
    <w:rsid w:val="00F35939"/>
    <w:rsid w:val="00F45607"/>
    <w:rsid w:val="00F5558F"/>
    <w:rsid w:val="00F60A18"/>
    <w:rsid w:val="00F659EB"/>
    <w:rsid w:val="00F813D5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0E3BCB"/>
    <w:rsid w:val="00102E8F"/>
    <w:rsid w:val="0013107D"/>
    <w:rsid w:val="001B26D6"/>
    <w:rsid w:val="001B2CF4"/>
    <w:rsid w:val="00237D85"/>
    <w:rsid w:val="002C4201"/>
    <w:rsid w:val="00403F0C"/>
    <w:rsid w:val="00451C58"/>
    <w:rsid w:val="00455B7D"/>
    <w:rsid w:val="0047441C"/>
    <w:rsid w:val="00484CB3"/>
    <w:rsid w:val="004B4202"/>
    <w:rsid w:val="004F7E9F"/>
    <w:rsid w:val="0057685E"/>
    <w:rsid w:val="005A6227"/>
    <w:rsid w:val="00603FCA"/>
    <w:rsid w:val="00645D4F"/>
    <w:rsid w:val="00656F7E"/>
    <w:rsid w:val="006A67BF"/>
    <w:rsid w:val="006B55A4"/>
    <w:rsid w:val="006C6789"/>
    <w:rsid w:val="00734D05"/>
    <w:rsid w:val="00766425"/>
    <w:rsid w:val="00882EA1"/>
    <w:rsid w:val="008A3381"/>
    <w:rsid w:val="008A5140"/>
    <w:rsid w:val="008D2BDE"/>
    <w:rsid w:val="00915D7A"/>
    <w:rsid w:val="00925B5B"/>
    <w:rsid w:val="00934469"/>
    <w:rsid w:val="0094226D"/>
    <w:rsid w:val="00A44C17"/>
    <w:rsid w:val="00A70466"/>
    <w:rsid w:val="00AD712F"/>
    <w:rsid w:val="00BA7FF4"/>
    <w:rsid w:val="00BC27D6"/>
    <w:rsid w:val="00BE5819"/>
    <w:rsid w:val="00BF45FF"/>
    <w:rsid w:val="00C47B87"/>
    <w:rsid w:val="00D257F3"/>
    <w:rsid w:val="00D834C6"/>
    <w:rsid w:val="00D94988"/>
    <w:rsid w:val="00DB6BA2"/>
    <w:rsid w:val="00E57205"/>
    <w:rsid w:val="00E9213D"/>
    <w:rsid w:val="00E97F9A"/>
    <w:rsid w:val="00EB2574"/>
    <w:rsid w:val="00EC5228"/>
    <w:rsid w:val="00E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E0A214-32B5-4C81-A802-6ACFD1B11C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488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11</cp:revision>
  <cp:lastPrinted>2025-10-31T09:30:00Z</cp:lastPrinted>
  <dcterms:created xsi:type="dcterms:W3CDTF">2025-09-08T12:18:00Z</dcterms:created>
  <dcterms:modified xsi:type="dcterms:W3CDTF">2025-10-31T09:30:00Z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